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071A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DOM</w:t>
      </w:r>
    </w:p>
    <w:p w14:paraId="0A3B523B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20CE567C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D89D9A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5F22EC85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9D88068" w14:textId="77777777" w:rsidR="00B46778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61C30AAB" w14:textId="77777777" w:rsidR="00B46778" w:rsidRPr="00523744" w:rsidRDefault="00B46778" w:rsidP="00B46778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(przykładowe odpowiedzi)</w:t>
      </w:r>
    </w:p>
    <w:p w14:paraId="127D29C0" w14:textId="77777777" w:rsidR="00B46778" w:rsidRPr="00523744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 rastrelliera scarpe, attaccapanni; 2.vaso sanitario, lavabo, lavatrice, sedia pieghevole; 3.vaso sanitario, lavabo; 4.tavolo, tavolino, libreria, televisore; 5.tavolo, sedia; 6.tavolo, lavastoviglie, frigorifero, sedia;  7.letto, comodino, scrivania, cassettiera, libreria, sedia;  8.tavolo, sedia pieghevole.</w:t>
      </w:r>
    </w:p>
    <w:p w14:paraId="66B7663E" w14:textId="77777777" w:rsidR="00B46778" w:rsidRPr="00523744" w:rsidRDefault="00B46778" w:rsidP="00B4677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2</w:t>
      </w:r>
    </w:p>
    <w:p w14:paraId="24DA3AE8" w14:textId="77777777" w:rsidR="00B46778" w:rsidRPr="00523744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(odpowiedzi przykładowe)</w:t>
      </w:r>
    </w:p>
    <w:p w14:paraId="63129CB6" w14:textId="3BC90757" w:rsidR="00B46778" w:rsidRPr="00523744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1. Il tagliere serve a tagliare la frutta, affettare il salame.; 2. Il cucchiaino serve a mescolare lo zucchero nel caffè.; 3.Il coltello serve a tagliare la carne, spalmare il burro sul pane.; 4.La caffettiera serve a preparare il caffè.; 5.Il tostapane serve a preparare i toast.; 6.La lavastoviglie serve a lavare le stoviglie.; 7.La spazzola per capelli serve a pettinare i capelli.; 8. Lo shampoo serve a </w:t>
      </w:r>
      <w:r w:rsidR="008D376C">
        <w:rPr>
          <w:rFonts w:ascii="Times New Roman" w:eastAsia="Times New Roman" w:hAnsi="Times New Roman" w:cs="Times New Roman"/>
          <w:sz w:val="24"/>
          <w:szCs w:val="24"/>
          <w:lang w:val="it-IT"/>
        </w:rPr>
        <w:t>lavare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 capelli, a prendersi cura dei capelli.</w:t>
      </w:r>
    </w:p>
    <w:p w14:paraId="5C12E86D" w14:textId="77777777" w:rsidR="00B46778" w:rsidRPr="00523744" w:rsidRDefault="00B46778" w:rsidP="00B46778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C6B9688" w14:textId="77777777" w:rsidR="00B46778" w:rsidRPr="00523744" w:rsidRDefault="00B46778" w:rsidP="00B46778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67ABFB1" w14:textId="77777777" w:rsidR="00B46778" w:rsidRPr="00523744" w:rsidRDefault="00B46778" w:rsidP="00B46778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3</w:t>
      </w:r>
    </w:p>
    <w:p w14:paraId="4E18AC70" w14:textId="77777777" w:rsidR="00B46778" w:rsidRPr="00523744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1.descrivere;  2.piano terra;  3.un tavolo;  4.giardino;  5.l’aspirapolvere;  6.la doccia;</w:t>
      </w:r>
    </w:p>
    <w:p w14:paraId="239C14F0" w14:textId="77777777" w:rsidR="00B46778" w:rsidRPr="00523744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7.matrimoniale;  8.lavorare;  9.un bagno;   10.pieghevoli;  11.da giardino.</w:t>
      </w:r>
    </w:p>
    <w:p w14:paraId="35DC0345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54763DDD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rysunek B</w:t>
      </w:r>
    </w:p>
    <w:p w14:paraId="57303248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6F05DCAE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2.E; 3.F; 4.C; 5.A</w:t>
      </w:r>
    </w:p>
    <w:p w14:paraId="4EEFE7F6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6</w:t>
      </w:r>
    </w:p>
    <w:p w14:paraId="64A29FCE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 2.A; 3.F; 4.D; 5.E; 6.B.</w:t>
      </w:r>
    </w:p>
    <w:p w14:paraId="4DD9A110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lastRenderedPageBreak/>
        <w:t>Zadanie 7</w:t>
      </w:r>
    </w:p>
    <w:p w14:paraId="3104CCFD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Vivere in città: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il rumore, l’inquinamento, lo smog, la vita frenetica, tanti posti da divertirsi,</w:t>
      </w:r>
    </w:p>
    <w:p w14:paraId="2038C826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 negozi a due passi.</w:t>
      </w:r>
    </w:p>
    <w:p w14:paraId="3D632329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Vivere in campagna: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l’aria pulita, lo spazio verde, il contatto con la natura, la vita più tranquilla.</w:t>
      </w:r>
    </w:p>
    <w:p w14:paraId="1F48AF11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</w:p>
    <w:p w14:paraId="4270EA7B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00E03938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8</w:t>
      </w:r>
    </w:p>
    <w:p w14:paraId="34FFC63A" w14:textId="77777777" w:rsidR="00B46778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1.A; 2. D; 3. B; 4. E.</w:t>
      </w:r>
    </w:p>
    <w:p w14:paraId="53647158" w14:textId="77777777" w:rsidR="00B46778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Zadanie 9</w:t>
      </w:r>
    </w:p>
    <w:p w14:paraId="4F5D0CE1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3.A; 4.A.</w:t>
      </w:r>
    </w:p>
    <w:p w14:paraId="3FC3F60B" w14:textId="77777777" w:rsidR="00B46778" w:rsidRPr="00523744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2" w:name="_1fob9te" w:colFirst="0" w:colLast="0"/>
      <w:bookmarkEnd w:id="2"/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10</w:t>
      </w:r>
    </w:p>
    <w:p w14:paraId="5BC2E9D3" w14:textId="77777777" w:rsidR="00B46778" w:rsidRPr="00523744" w:rsidRDefault="00B46778" w:rsidP="00B467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 cerca/ sta cercando; 2.da qualche mese/ da alcuni mesi; 3.propone/offre/consiglia/descrive; 4.suo figlio; 5.vicino al/ nei dintorni del/in; 6. libera/ pronta.</w:t>
      </w:r>
    </w:p>
    <w:p w14:paraId="5F9117B8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C47E667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4D5EE139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11</w:t>
      </w:r>
    </w:p>
    <w:p w14:paraId="4BF31F73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2.B; 3.E; 4.A; 5.F.</w:t>
      </w:r>
    </w:p>
    <w:p w14:paraId="490A4D27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12</w:t>
      </w:r>
    </w:p>
    <w:p w14:paraId="2B3EAADC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2.A; 3.C.</w:t>
      </w:r>
    </w:p>
    <w:p w14:paraId="1E2D7DA9" w14:textId="1D170E0C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13</w:t>
      </w:r>
    </w:p>
    <w:p w14:paraId="523A77A9" w14:textId="77777777" w:rsidR="00B46778" w:rsidRPr="00523744" w:rsidRDefault="00B46778" w:rsidP="00B467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</w:t>
      </w:r>
      <w:r w:rsidRPr="008D376C">
        <w:rPr>
          <w:rFonts w:ascii="Times New Roman" w:eastAsia="Times New Roman" w:hAnsi="Times New Roman" w:cs="Times New Roman"/>
          <w:sz w:val="24"/>
          <w:szCs w:val="24"/>
          <w:lang w:val="it-IT"/>
        </w:rPr>
        <w:t>sicura/se stessa;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2.stanca; 3.un piccolo appartamento; 4.che contano; 5.nei pressi del/ vicino al/ poco distante dal; 6.danno / si affacciano; 7.rifugio/lavoro; 8.campagna; 9.dei bei momenti.</w:t>
      </w:r>
    </w:p>
    <w:p w14:paraId="280D823C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94A0A98" w14:textId="5D751F5C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D45689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1885380C" w14:textId="41A49C91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 bezpiecznie/bezpieczna; 2. zmęczona; 3. małym mieszkaniem; 4. się liczą/ liczą się; 5. w okolicach/ w pobliżu/ niedaleko od/ blisko; 6. wychodzą; 7. schronienia/pracy/oddechu itp.; 8. wsi; 9. piękne chwile/wspaniałe chwile.</w:t>
      </w:r>
    </w:p>
    <w:p w14:paraId="49C3DB22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3znysh7" w:colFirst="0" w:colLast="0"/>
      <w:bookmarkEnd w:id="3"/>
    </w:p>
    <w:p w14:paraId="79BA78B8" w14:textId="77777777" w:rsidR="00B46778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01B63517" w14:textId="644F6D2C" w:rsidR="00B46778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D45689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461F6BC7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3.A; 4.B; 5.A.</w:t>
      </w:r>
    </w:p>
    <w:p w14:paraId="3E768285" w14:textId="0D0BD000" w:rsidR="00B46778" w:rsidRPr="00523744" w:rsidRDefault="00B46778" w:rsidP="00B46778">
      <w:pPr>
        <w:spacing w:before="240" w:after="24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6" w:name="_3dy6vkm" w:colFirst="0" w:colLast="0"/>
      <w:bookmarkEnd w:id="6"/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1</w:t>
      </w:r>
      <w:r w:rsidR="00D4568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6</w:t>
      </w:r>
    </w:p>
    <w:p w14:paraId="6379EEE6" w14:textId="77777777" w:rsidR="00B46778" w:rsidRPr="00523744" w:rsidRDefault="00B46778" w:rsidP="00B467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1.a destra del; 2.dobbiamo pulirlo/ lo dobbiamo pulire; 3.arredando la mia/ arredando la propria.</w:t>
      </w:r>
    </w:p>
    <w:p w14:paraId="57CECB70" w14:textId="77777777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35F7861" w14:textId="7874ED5E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D45689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709A0245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2.C; 3.C.</w:t>
      </w:r>
    </w:p>
    <w:p w14:paraId="5F55F385" w14:textId="32DFA2BD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D45689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14:paraId="7F6C293A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1.stimolato; 2.aiutare; 3. collaboratore.</w:t>
      </w:r>
    </w:p>
    <w:p w14:paraId="73769632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6CED62" w14:textId="77777777" w:rsidR="00B46778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4d34og8" w:colFirst="0" w:colLast="0"/>
      <w:bookmarkEnd w:id="7"/>
      <w:r>
        <w:rPr>
          <w:rFonts w:ascii="Times New Roman" w:eastAsia="Times New Roman" w:hAnsi="Times New Roman" w:cs="Times New Roman"/>
          <w:b/>
          <w:sz w:val="24"/>
          <w:szCs w:val="24"/>
        </w:rPr>
        <w:t>POZIOM ROZSZERZONY</w:t>
      </w:r>
    </w:p>
    <w:p w14:paraId="18DB8DC3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39DA3E6B" w14:textId="77777777" w:rsidR="00B46778" w:rsidRPr="00523744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I</w:t>
      </w:r>
    </w:p>
    <w:p w14:paraId="04995AC7" w14:textId="21C8A4BE" w:rsidR="00B46778" w:rsidRPr="00523744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1.B, 2.A, 3.B, 4.C, 5.B, 6.</w:t>
      </w:r>
      <w:r w:rsidRPr="008D376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prepararsi </w:t>
      </w:r>
      <w:r w:rsidR="008D376C" w:rsidRPr="008D376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in </w:t>
      </w:r>
      <w:r w:rsidRPr="008D376C">
        <w:rPr>
          <w:rFonts w:ascii="Times New Roman" w:eastAsia="Times New Roman" w:hAnsi="Times New Roman" w:cs="Times New Roman"/>
          <w:sz w:val="24"/>
          <w:szCs w:val="24"/>
          <w:lang w:val="it-IT"/>
        </w:rPr>
        <w:t>anticipo, 7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.bisogna raggruppare e mettere nei posti comodi, 8.ci aiuterà a fare</w:t>
      </w:r>
      <w:r w:rsidR="008D376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il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trasloco.          </w:t>
      </w:r>
    </w:p>
    <w:p w14:paraId="0A3C37D9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</w:t>
      </w:r>
    </w:p>
    <w:p w14:paraId="4337321C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2.B; 3.B; 4.A.</w:t>
      </w:r>
    </w:p>
    <w:p w14:paraId="378A3171" w14:textId="77777777" w:rsidR="00B46778" w:rsidRDefault="00B46778" w:rsidP="00B4677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III</w:t>
      </w:r>
    </w:p>
    <w:p w14:paraId="4B978AA6" w14:textId="77777777" w:rsidR="00B46778" w:rsidRDefault="00B46778" w:rsidP="00B46778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1.D, 2.E, 3.B, 4.A.</w:t>
      </w:r>
    </w:p>
    <w:p w14:paraId="0FAEF0E7" w14:textId="77777777" w:rsidR="00B46778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2s8eyo1" w:colFirst="0" w:colLast="0"/>
      <w:bookmarkEnd w:id="8"/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455C854A" w14:textId="77777777" w:rsidR="00B46778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bookmarkStart w:id="9" w:name="_17dp8vu" w:colFirst="0" w:colLast="0"/>
      <w:bookmarkEnd w:id="9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IV   </w:t>
      </w:r>
    </w:p>
    <w:p w14:paraId="09724AA4" w14:textId="77777777" w:rsidR="00B46778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Giovanfrancesco: 5</w:t>
      </w:r>
    </w:p>
    <w:p w14:paraId="00A6387E" w14:textId="77777777" w:rsidR="00B46778" w:rsidRPr="00523744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Kassandra: 1, 4</w:t>
      </w:r>
    </w:p>
    <w:p w14:paraId="03D1F51F" w14:textId="77777777" w:rsidR="00B46778" w:rsidRPr="00523744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Matteo: 2, 6</w:t>
      </w:r>
    </w:p>
    <w:p w14:paraId="28B55458" w14:textId="77777777" w:rsidR="00B46778" w:rsidRPr="00523744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</w:t>
      </w:r>
    </w:p>
    <w:p w14:paraId="4F718E24" w14:textId="77777777" w:rsidR="00B46778" w:rsidRPr="00523744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1.C; 2.B; 3.A.</w:t>
      </w:r>
    </w:p>
    <w:p w14:paraId="5266D148" w14:textId="77777777" w:rsidR="00B46778" w:rsidRPr="00523744" w:rsidRDefault="00B46778" w:rsidP="00B46778">
      <w:pPr>
        <w:spacing w:before="240" w:after="240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</w:t>
      </w:r>
    </w:p>
    <w:p w14:paraId="01C298A1" w14:textId="33A00E34" w:rsidR="00B46778" w:rsidRPr="00523744" w:rsidRDefault="00B46778" w:rsidP="0073371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1.se andare ad abitare in periferia/ se comprare una casa in periferia; 2.meno; 3.spazio; 4.tranquillo/calmo/lento/ sano; 5.caotica/frenetica.</w:t>
      </w:r>
    </w:p>
    <w:p w14:paraId="2165FF4E" w14:textId="77777777" w:rsidR="00B46778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26in1rg" w:colFirst="0" w:colLast="0"/>
      <w:bookmarkEnd w:id="10"/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61000A42" w14:textId="77777777" w:rsidR="00B46778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lnxbz9" w:colFirst="0" w:colLast="0"/>
      <w:bookmarkEnd w:id="11"/>
      <w:r>
        <w:rPr>
          <w:rFonts w:ascii="Times New Roman" w:eastAsia="Times New Roman" w:hAnsi="Times New Roman" w:cs="Times New Roman"/>
          <w:b/>
          <w:sz w:val="24"/>
          <w:szCs w:val="24"/>
        </w:rPr>
        <w:t>Zadanie VII</w:t>
      </w:r>
    </w:p>
    <w:p w14:paraId="59967C49" w14:textId="77777777" w:rsidR="00B46778" w:rsidRPr="00523744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è stata realizzata da; 2. avrebbe preso; 3. le mura della città; 4. me la potrebbe mostrare/ potrebbe mostrarmela/ può mostrarmela/ me la può mostrare/ me la potrà mostrare/ potrà mostrarmela; 5. fossero/ fossero stati/ sarebbero stati gentili; 6.stavamo guardando; 7.aver finito di lavorare/ aver finito il lavoro; 8.dimmela; 9.si sarebbe trasferita; 10.avendo vissuto in Grecia.</w:t>
      </w:r>
    </w:p>
    <w:p w14:paraId="7D2AF573" w14:textId="77777777" w:rsidR="00B46778" w:rsidRPr="008C0693" w:rsidRDefault="00B46778" w:rsidP="00B46778">
      <w:pPr>
        <w:spacing w:before="240" w:after="24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8C069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VIII</w:t>
      </w:r>
    </w:p>
    <w:p w14:paraId="7417436C" w14:textId="0BD205B3" w:rsidR="00B46778" w:rsidRPr="00523744" w:rsidRDefault="00B46778" w:rsidP="00B46778">
      <w:pPr>
        <w:rPr>
          <w:rFonts w:ascii="Times New Roman" w:eastAsia="Times New Roman" w:hAnsi="Times New Roman" w:cs="Times New Roman"/>
          <w:lang w:val="it-IT"/>
        </w:rPr>
      </w:pPr>
      <w:r w:rsidRPr="008C0693">
        <w:rPr>
          <w:rFonts w:ascii="Times New Roman" w:eastAsia="Times New Roman" w:hAnsi="Times New Roman" w:cs="Times New Roman"/>
          <w:lang w:val="it-IT"/>
        </w:rPr>
        <w:t>1.</w:t>
      </w:r>
      <w:r w:rsidR="008C0693">
        <w:rPr>
          <w:rFonts w:ascii="Times New Roman" w:eastAsia="Times New Roman" w:hAnsi="Times New Roman" w:cs="Times New Roman"/>
          <w:lang w:val="it-IT"/>
        </w:rPr>
        <w:t>D</w:t>
      </w:r>
      <w:r w:rsidRPr="008C0693">
        <w:rPr>
          <w:rFonts w:ascii="Times New Roman" w:eastAsia="Times New Roman" w:hAnsi="Times New Roman" w:cs="Times New Roman"/>
          <w:lang w:val="it-IT"/>
        </w:rPr>
        <w:t>opo che avranno scelto; 2.</w:t>
      </w:r>
      <w:r w:rsidRPr="00523744">
        <w:rPr>
          <w:rFonts w:ascii="Times New Roman" w:eastAsia="Times New Roman" w:hAnsi="Times New Roman" w:cs="Times New Roman"/>
          <w:lang w:val="it-IT"/>
        </w:rPr>
        <w:t xml:space="preserve"> Tanti giovani credono/pensano che; 3.  mi diceva il mio cuore;  4. si fosse trasferita in.</w:t>
      </w:r>
    </w:p>
    <w:p w14:paraId="3B826FCF" w14:textId="77777777" w:rsidR="00B46778" w:rsidRPr="00523744" w:rsidRDefault="00B46778" w:rsidP="00B46778">
      <w:pPr>
        <w:rPr>
          <w:rFonts w:ascii="Times New Roman" w:eastAsia="Times New Roman" w:hAnsi="Times New Roman" w:cs="Times New Roman"/>
          <w:lang w:val="it-IT"/>
        </w:rPr>
      </w:pPr>
    </w:p>
    <w:p w14:paraId="16082F7E" w14:textId="77777777" w:rsidR="00B46778" w:rsidRPr="00523744" w:rsidRDefault="00B46778" w:rsidP="00B46778">
      <w:pPr>
        <w:rPr>
          <w:rFonts w:ascii="Times New Roman" w:eastAsia="Times New Roman" w:hAnsi="Times New Roman" w:cs="Times New Roman"/>
          <w:b/>
          <w:lang w:val="it-IT"/>
        </w:rPr>
      </w:pPr>
      <w:r w:rsidRPr="00523744">
        <w:rPr>
          <w:rFonts w:ascii="Times New Roman" w:eastAsia="Times New Roman" w:hAnsi="Times New Roman" w:cs="Times New Roman"/>
          <w:b/>
          <w:lang w:val="it-IT"/>
        </w:rPr>
        <w:t>Zadanie IX</w:t>
      </w:r>
    </w:p>
    <w:p w14:paraId="5312BFB3" w14:textId="77777777" w:rsidR="00B46778" w:rsidRPr="00523744" w:rsidRDefault="00B46778" w:rsidP="00B4677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23744">
        <w:rPr>
          <w:rFonts w:ascii="Times New Roman" w:eastAsia="Times New Roman" w:hAnsi="Times New Roman" w:cs="Times New Roman"/>
          <w:sz w:val="24"/>
          <w:szCs w:val="24"/>
          <w:lang w:val="it-IT"/>
        </w:rPr>
        <w:t>1.cominciasse; 2.quotidiano; 3.pranzo; 4.passando; 5.è caduto; 6.pochi.</w:t>
      </w:r>
    </w:p>
    <w:p w14:paraId="11512872" w14:textId="77777777" w:rsidR="00B46778" w:rsidRPr="00523744" w:rsidRDefault="00B46778" w:rsidP="00B4677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1895EE6" w14:textId="77777777" w:rsidR="00B46778" w:rsidRPr="00B1791A" w:rsidRDefault="00B46778" w:rsidP="00B4677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B1791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X</w:t>
      </w:r>
    </w:p>
    <w:p w14:paraId="3E0A9451" w14:textId="77777777" w:rsidR="00B46778" w:rsidRDefault="00B46778" w:rsidP="00B4677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3.A; 4.B; 5.C; 6.A; 7.C.</w:t>
      </w:r>
    </w:p>
    <w:p w14:paraId="6EE9B223" w14:textId="77777777" w:rsidR="002E0800" w:rsidRDefault="002E0800"/>
    <w:sectPr w:rsidR="002E080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78"/>
    <w:rsid w:val="002A4B17"/>
    <w:rsid w:val="002C30C2"/>
    <w:rsid w:val="002E0800"/>
    <w:rsid w:val="00733713"/>
    <w:rsid w:val="008C0693"/>
    <w:rsid w:val="008D376C"/>
    <w:rsid w:val="00B1791A"/>
    <w:rsid w:val="00B46778"/>
    <w:rsid w:val="00D4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9589"/>
  <w15:docId w15:val="{9953FA7E-1103-45F5-BB58-F76B7FDE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778"/>
    <w:pPr>
      <w:spacing w:after="0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it-IT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it-IT"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it-IT"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it-IT"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it-IT"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en-US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after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after="200"/>
    </w:pPr>
    <w:rPr>
      <w:rFonts w:asciiTheme="minorHAnsi" w:eastAsiaTheme="minorHAnsi" w:hAnsiTheme="minorHAnsi" w:cstheme="minorBidi"/>
      <w:i/>
      <w:iCs/>
      <w:color w:val="000000" w:themeColor="text1"/>
      <w:lang w:val="it-IT" w:eastAsia="en-US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it-IT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6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67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6778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778"/>
    <w:rPr>
      <w:rFonts w:ascii="Arial" w:eastAsia="Arial" w:hAnsi="Arial" w:cs="Arial"/>
      <w:b/>
      <w:bCs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8053-F615-4EC0-92D9-CA405FB8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Office\Root\Templates\1040\Word 2010 look.dotx</Template>
  <TotalTime>15</TotalTime>
  <Pages>4</Pages>
  <Words>521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Wydawnictwo DRACO</cp:lastModifiedBy>
  <cp:revision>7</cp:revision>
  <dcterms:created xsi:type="dcterms:W3CDTF">2023-10-01T18:00:00Z</dcterms:created>
  <dcterms:modified xsi:type="dcterms:W3CDTF">2023-10-13T13:13:00Z</dcterms:modified>
</cp:coreProperties>
</file>